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00" w:type="dxa"/>
        <w:tblInd w:w="93" w:type="dxa"/>
        <w:tblLook w:val="04A0" w:firstRow="1" w:lastRow="0" w:firstColumn="1" w:lastColumn="0" w:noHBand="0" w:noVBand="1"/>
      </w:tblPr>
      <w:tblGrid>
        <w:gridCol w:w="960"/>
        <w:gridCol w:w="2400"/>
        <w:gridCol w:w="3680"/>
        <w:gridCol w:w="1420"/>
        <w:gridCol w:w="1168"/>
        <w:gridCol w:w="1188"/>
        <w:gridCol w:w="1544"/>
        <w:gridCol w:w="1500"/>
      </w:tblGrid>
      <w:tr w:rsidR="0031248F" w:rsidRPr="0031248F" w14:paraId="735D8FB9" w14:textId="77777777" w:rsidTr="0031248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26C7B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898C0" w14:textId="77777777" w:rsidR="0031248F" w:rsidRPr="0031248F" w:rsidRDefault="0031248F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8F76F" w14:textId="77777777" w:rsidR="0031248F" w:rsidRPr="0031248F" w:rsidRDefault="0031248F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5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93691" w14:textId="77777777" w:rsidR="0031248F" w:rsidRPr="0031248F" w:rsidRDefault="0031248F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31248F">
              <w:rPr>
                <w:rFonts w:ascii="Tahoma" w:eastAsia="Times New Roman" w:hAnsi="Tahoma" w:cs="Tahoma"/>
                <w:color w:val="000000"/>
              </w:rPr>
              <w:t>Приложение № 3 к Договору ________________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F18F7" w14:textId="77777777" w:rsidR="0031248F" w:rsidRPr="0031248F" w:rsidRDefault="0031248F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31248F" w:rsidRPr="0031248F" w14:paraId="7DFED060" w14:textId="77777777" w:rsidTr="0031248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F9DCC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58309" w14:textId="77777777" w:rsidR="0031248F" w:rsidRPr="0031248F" w:rsidRDefault="0031248F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0C7A3" w14:textId="77777777" w:rsidR="0031248F" w:rsidRPr="0031248F" w:rsidRDefault="0031248F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3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78A1D" w14:textId="77777777" w:rsidR="0031248F" w:rsidRPr="0031248F" w:rsidRDefault="0031248F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31248F">
              <w:rPr>
                <w:rFonts w:ascii="Tahoma" w:eastAsia="Times New Roman" w:hAnsi="Tahoma" w:cs="Tahoma"/>
                <w:color w:val="000000"/>
              </w:rPr>
              <w:t>№ _________от ________________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A4278" w14:textId="77777777" w:rsidR="0031248F" w:rsidRPr="0031248F" w:rsidRDefault="0031248F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4B776" w14:textId="77777777" w:rsidR="0031248F" w:rsidRPr="0031248F" w:rsidRDefault="0031248F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31248F" w:rsidRPr="0031248F" w14:paraId="436CBFF5" w14:textId="77777777" w:rsidTr="0031248F">
        <w:trPr>
          <w:trHeight w:val="300"/>
        </w:trPr>
        <w:tc>
          <w:tcPr>
            <w:tcW w:w="138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D0104" w14:textId="77777777" w:rsidR="0031248F" w:rsidRPr="0031248F" w:rsidRDefault="0031248F" w:rsidP="003124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31248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 xml:space="preserve">ПЕРЕЧЕНЬ ОБЪЕКТОВ ИСПОЛНИТЕЛЯ </w:t>
            </w:r>
          </w:p>
        </w:tc>
      </w:tr>
      <w:tr w:rsidR="0031248F" w:rsidRPr="0031248F" w14:paraId="0B3971A9" w14:textId="77777777" w:rsidTr="0031248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CFB1D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A4A99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C98DE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1227E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4E4D6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BADE6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2753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05BAA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1248F" w:rsidRPr="0031248F" w14:paraId="2394DCF1" w14:textId="77777777" w:rsidTr="0031248F">
        <w:trPr>
          <w:trHeight w:val="153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1F43" w14:textId="77777777" w:rsidR="0031248F" w:rsidRPr="0031248F" w:rsidRDefault="0031248F" w:rsidP="0031248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1248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1248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</w:t>
            </w:r>
            <w:proofErr w:type="gramEnd"/>
            <w:r w:rsidRPr="0031248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E1007" w14:textId="77777777" w:rsidR="0031248F" w:rsidRPr="0031248F" w:rsidRDefault="0031248F" w:rsidP="0031248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1248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Наименование объекта</w:t>
            </w:r>
          </w:p>
        </w:tc>
        <w:tc>
          <w:tcPr>
            <w:tcW w:w="3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A958" w14:textId="77777777" w:rsidR="0031248F" w:rsidRPr="0031248F" w:rsidRDefault="0031248F" w:rsidP="0031248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1248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Адрес объекта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75C8" w14:textId="77777777" w:rsidR="0031248F" w:rsidRPr="0031248F" w:rsidRDefault="0031248F" w:rsidP="0031248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1248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Площадь МОП,  м</w:t>
            </w:r>
            <w:proofErr w:type="gramStart"/>
            <w:r w:rsidRPr="0031248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D20D9" w14:textId="77777777" w:rsidR="0031248F" w:rsidRPr="0031248F" w:rsidRDefault="0031248F" w:rsidP="0031248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1248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Год постройки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1D83C" w14:textId="77777777" w:rsidR="0031248F" w:rsidRPr="0031248F" w:rsidRDefault="0031248F" w:rsidP="0031248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1248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Этажность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14080" w14:textId="77777777" w:rsidR="0031248F" w:rsidRPr="0031248F" w:rsidRDefault="0031248F" w:rsidP="0031248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31248F">
              <w:rPr>
                <w:rFonts w:ascii="Tahoma" w:eastAsia="Times New Roman" w:hAnsi="Tahoma" w:cs="Tahoma"/>
                <w:color w:val="000000"/>
              </w:rPr>
              <w:t>Наличие тех. возможности установки ОДПУ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44C02" w14:textId="77777777" w:rsidR="0031248F" w:rsidRPr="0031248F" w:rsidRDefault="0031248F" w:rsidP="0031248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31248F">
              <w:rPr>
                <w:rFonts w:ascii="Tahoma" w:eastAsia="Times New Roman" w:hAnsi="Tahoma" w:cs="Tahoma"/>
                <w:color w:val="000000"/>
              </w:rPr>
              <w:t>Ветхое/</w:t>
            </w:r>
            <w:r w:rsidRPr="0031248F">
              <w:rPr>
                <w:rFonts w:ascii="Tahoma" w:eastAsia="Times New Roman" w:hAnsi="Tahoma" w:cs="Tahoma"/>
                <w:color w:val="000000"/>
              </w:rPr>
              <w:br/>
              <w:t>аварийное жилье</w:t>
            </w:r>
          </w:p>
        </w:tc>
      </w:tr>
      <w:tr w:rsidR="0031248F" w:rsidRPr="0031248F" w14:paraId="481C6C31" w14:textId="77777777" w:rsidTr="0031248F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CD8D4" w14:textId="77777777" w:rsidR="0031248F" w:rsidRPr="0031248F" w:rsidRDefault="0031248F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6F73C" w14:textId="77777777" w:rsidR="0031248F" w:rsidRPr="0031248F" w:rsidRDefault="0031248F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797CE" w14:textId="77777777" w:rsidR="0031248F" w:rsidRPr="0031248F" w:rsidRDefault="0031248F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79FF6" w14:textId="77777777" w:rsidR="0031248F" w:rsidRPr="0031248F" w:rsidRDefault="0031248F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09063" w14:textId="77777777" w:rsidR="0031248F" w:rsidRPr="0031248F" w:rsidRDefault="0031248F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FEEA5" w14:textId="77777777" w:rsidR="0031248F" w:rsidRPr="0031248F" w:rsidRDefault="0031248F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3111F" w14:textId="77777777" w:rsidR="0031248F" w:rsidRPr="0031248F" w:rsidRDefault="0031248F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4C2A8" w14:textId="77777777" w:rsidR="0031248F" w:rsidRPr="0031248F" w:rsidRDefault="0031248F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31248F" w:rsidRPr="0031248F" w14:paraId="7F6A3658" w14:textId="77777777" w:rsidTr="003124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F6062" w14:textId="77777777" w:rsidR="0031248F" w:rsidRPr="0031248F" w:rsidRDefault="0031248F" w:rsidP="003124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1248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13525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248F">
              <w:rPr>
                <w:rFonts w:ascii="Calibri" w:eastAsia="Times New Roman" w:hAnsi="Calibri" w:cs="Times New Roman"/>
                <w:color w:val="000000"/>
              </w:rPr>
              <w:t>Многоквартирный дом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07FFF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248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B0BEA" w14:textId="77777777" w:rsidR="0031248F" w:rsidRPr="0031248F" w:rsidRDefault="0031248F" w:rsidP="003124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1248F">
              <w:rPr>
                <w:rFonts w:ascii="Calibri" w:eastAsia="Times New Roman" w:hAnsi="Calibri" w:cs="Times New Roman"/>
                <w:color w:val="000000"/>
              </w:rPr>
              <w:t>350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4E547" w14:textId="77777777" w:rsidR="0031248F" w:rsidRPr="0031248F" w:rsidRDefault="0031248F" w:rsidP="003124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1248F">
              <w:rPr>
                <w:rFonts w:ascii="Calibri" w:eastAsia="Times New Roman" w:hAnsi="Calibri" w:cs="Times New Roman"/>
                <w:color w:val="000000"/>
              </w:rPr>
              <w:t>1997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A364" w14:textId="77777777" w:rsidR="0031248F" w:rsidRPr="0031248F" w:rsidRDefault="0031248F" w:rsidP="003124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1248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521EC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248F">
              <w:rPr>
                <w:rFonts w:ascii="Calibri" w:eastAsia="Times New Roman" w:hAnsi="Calibri" w:cs="Times New Roman"/>
                <w:color w:val="000000"/>
              </w:rPr>
              <w:t>Отсутствует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33878" w14:textId="77777777" w:rsidR="0031248F" w:rsidRPr="0031248F" w:rsidRDefault="0031248F" w:rsidP="003124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1248F">
              <w:rPr>
                <w:rFonts w:ascii="Calibri" w:eastAsia="Times New Roman" w:hAnsi="Calibri" w:cs="Times New Roman"/>
                <w:color w:val="000000"/>
              </w:rPr>
              <w:t>Да</w:t>
            </w:r>
          </w:p>
        </w:tc>
      </w:tr>
      <w:tr w:rsidR="0031248F" w:rsidRPr="0031248F" w14:paraId="2AD1FCBE" w14:textId="77777777" w:rsidTr="003124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3DD9C" w14:textId="77777777" w:rsidR="0031248F" w:rsidRPr="0031248F" w:rsidRDefault="0031248F" w:rsidP="003124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1248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6518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248F">
              <w:rPr>
                <w:rFonts w:ascii="Calibri" w:eastAsia="Times New Roman" w:hAnsi="Calibri" w:cs="Times New Roman"/>
                <w:color w:val="000000"/>
              </w:rPr>
              <w:t>Многоквартирный дом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7FEC4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248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5961F" w14:textId="77777777" w:rsidR="0031248F" w:rsidRPr="0031248F" w:rsidRDefault="0031248F" w:rsidP="003124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1248F">
              <w:rPr>
                <w:rFonts w:ascii="Calibri" w:eastAsia="Times New Roman" w:hAnsi="Calibri" w:cs="Times New Roman"/>
                <w:color w:val="000000"/>
              </w:rPr>
              <w:t>1547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CF2EA" w14:textId="77777777" w:rsidR="0031248F" w:rsidRPr="0031248F" w:rsidRDefault="0031248F" w:rsidP="003124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1248F">
              <w:rPr>
                <w:rFonts w:ascii="Calibri" w:eastAsia="Times New Roman" w:hAnsi="Calibri" w:cs="Times New Roman"/>
                <w:color w:val="000000"/>
              </w:rPr>
              <w:t>1965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FB1B5" w14:textId="77777777" w:rsidR="0031248F" w:rsidRPr="0031248F" w:rsidRDefault="0031248F" w:rsidP="003124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1248F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13729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248F">
              <w:rPr>
                <w:rFonts w:ascii="Calibri" w:eastAsia="Times New Roman" w:hAnsi="Calibri" w:cs="Times New Roman"/>
                <w:color w:val="000000"/>
              </w:rPr>
              <w:t>Имеется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DE188" w14:textId="77777777" w:rsidR="0031248F" w:rsidRPr="0031248F" w:rsidRDefault="0031248F" w:rsidP="003124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1248F">
              <w:rPr>
                <w:rFonts w:ascii="Calibri" w:eastAsia="Times New Roman" w:hAnsi="Calibri" w:cs="Times New Roman"/>
                <w:color w:val="000000"/>
              </w:rPr>
              <w:t>Нет</w:t>
            </w:r>
          </w:p>
        </w:tc>
      </w:tr>
      <w:tr w:rsidR="0031248F" w:rsidRPr="0031248F" w14:paraId="0A82E00A" w14:textId="77777777" w:rsidTr="0031248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9D2CC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8CAC7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81900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3CD46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6B9B7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F7FAA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182F5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9E7EB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1248F" w:rsidRPr="0031248F" w14:paraId="76720FA8" w14:textId="77777777" w:rsidTr="0031248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9A5EA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EEA63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8C69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19E0A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8D641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02F50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3F6A4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9BE9C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1248F" w:rsidRPr="0031248F" w14:paraId="049150F3" w14:textId="77777777" w:rsidTr="0031248F">
        <w:trPr>
          <w:trHeight w:val="300"/>
        </w:trPr>
        <w:tc>
          <w:tcPr>
            <w:tcW w:w="138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F8796" w14:textId="77777777" w:rsidR="0031248F" w:rsidRPr="0031248F" w:rsidRDefault="0031248F" w:rsidP="003124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31248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ПОДПИСИ СТОРОН</w:t>
            </w:r>
          </w:p>
        </w:tc>
      </w:tr>
      <w:tr w:rsidR="0031248F" w:rsidRPr="0031248F" w14:paraId="6E0774A8" w14:textId="77777777" w:rsidTr="0031248F">
        <w:trPr>
          <w:trHeight w:val="9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B2A61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F5BC9B" w14:textId="77777777" w:rsidR="0031248F" w:rsidRPr="0031248F" w:rsidRDefault="0031248F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1248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ТЕПЛОСНАБЖАЮЩАЯ ОРГАНИЗАЦИЯ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515955" w14:textId="77777777" w:rsidR="0031248F" w:rsidRPr="0031248F" w:rsidRDefault="0031248F" w:rsidP="0031248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DCCF3E" w14:textId="77777777" w:rsidR="0031248F" w:rsidRPr="0031248F" w:rsidRDefault="0031248F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1248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ИСПОЛНИТЕЛЬ</w:t>
            </w:r>
          </w:p>
        </w:tc>
      </w:tr>
      <w:tr w:rsidR="0031248F" w:rsidRPr="0031248F" w14:paraId="4F172FE5" w14:textId="77777777" w:rsidTr="0031248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349E4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8939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CAF792" w14:textId="77777777" w:rsidR="0031248F" w:rsidRPr="0031248F" w:rsidRDefault="0031248F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8867CB" w14:textId="77777777" w:rsidR="0031248F" w:rsidRPr="0031248F" w:rsidRDefault="0031248F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02A2B9" w14:textId="77777777" w:rsidR="0031248F" w:rsidRPr="0031248F" w:rsidRDefault="0031248F" w:rsidP="0031248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97416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76AE0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BE905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1248F" w:rsidRPr="0031248F" w14:paraId="18C23300" w14:textId="77777777" w:rsidTr="0031248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953E2E" w14:textId="77777777" w:rsidR="0031248F" w:rsidRPr="0031248F" w:rsidRDefault="0031248F" w:rsidP="0031248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7F4A52" w14:textId="77777777" w:rsidR="0031248F" w:rsidRPr="0031248F" w:rsidRDefault="0031248F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52FCF1" w14:textId="77777777" w:rsidR="0031248F" w:rsidRPr="0031248F" w:rsidRDefault="0031248F" w:rsidP="0031248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E5229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2D9F8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0C838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E1755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215FC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1248F" w:rsidRPr="0031248F" w14:paraId="6AD91AC4" w14:textId="77777777" w:rsidTr="0031248F">
        <w:trPr>
          <w:trHeight w:val="5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B414B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74C03A" w14:textId="77777777" w:rsidR="0031248F" w:rsidRPr="0031248F" w:rsidRDefault="0031248F" w:rsidP="0031248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1248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________________________(________________________)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F2CCA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66124E" w14:textId="77777777" w:rsidR="0031248F" w:rsidRPr="0031248F" w:rsidRDefault="0031248F" w:rsidP="0031248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1248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__________________(________________________)</w:t>
            </w:r>
          </w:p>
        </w:tc>
      </w:tr>
      <w:tr w:rsidR="0031248F" w:rsidRPr="0031248F" w14:paraId="4E15EAE8" w14:textId="77777777" w:rsidTr="0031248F">
        <w:trPr>
          <w:trHeight w:val="300"/>
        </w:trPr>
        <w:tc>
          <w:tcPr>
            <w:tcW w:w="10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4C8A4" w14:textId="77777777" w:rsidR="0031248F" w:rsidRPr="0031248F" w:rsidRDefault="0031248F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1248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       М.П.                                                                                                                                           М.П.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20395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5A52" w14:textId="77777777" w:rsidR="0031248F" w:rsidRPr="0031248F" w:rsidRDefault="0031248F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39E1AE6F" w14:textId="77777777" w:rsidR="00FE114A" w:rsidRDefault="00FE114A">
      <w:bookmarkStart w:id="0" w:name="_GoBack"/>
      <w:bookmarkEnd w:id="0"/>
    </w:p>
    <w:sectPr w:rsidR="00FE114A" w:rsidSect="0031248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31E0D5" w14:textId="77777777" w:rsidR="0031248F" w:rsidRDefault="0031248F">
      <w:pPr>
        <w:spacing w:after="0" w:line="240" w:lineRule="auto"/>
      </w:pPr>
      <w:r>
        <w:separator/>
      </w:r>
    </w:p>
  </w:endnote>
  <w:endnote w:type="continuationSeparator" w:id="0">
    <w:p w14:paraId="410DE543" w14:textId="77777777" w:rsidR="0031248F" w:rsidRDefault="00312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D1CFEF" w14:textId="77777777" w:rsidR="00FE114A" w:rsidRDefault="00FE114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A8391B" w14:textId="77777777" w:rsidR="00FE114A" w:rsidRDefault="00FE114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B3C12" w14:textId="77777777" w:rsidR="00FE114A" w:rsidRDefault="00FE114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ED9E3C" w14:textId="77777777" w:rsidR="0031248F" w:rsidRDefault="0031248F">
      <w:pPr>
        <w:spacing w:after="0" w:line="240" w:lineRule="auto"/>
      </w:pPr>
      <w:r>
        <w:separator/>
      </w:r>
    </w:p>
  </w:footnote>
  <w:footnote w:type="continuationSeparator" w:id="0">
    <w:p w14:paraId="202A6AF0" w14:textId="77777777" w:rsidR="0031248F" w:rsidRDefault="003124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EE7A9F" w14:textId="77777777" w:rsidR="00FE114A" w:rsidRDefault="00FE114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4C06D" w14:textId="77777777" w:rsidR="00FE114A" w:rsidRDefault="00FE114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C0441" w14:textId="77777777" w:rsidR="00FE114A" w:rsidRDefault="00FE11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proofState w:spelling="clean" w:grammar="clean"/>
  <w:attachedTemplate r:id="rId1"/>
  <w:revisionView w:inkAnnotation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48F"/>
    <w:rsid w:val="0031248F"/>
    <w:rsid w:val="004B3F67"/>
    <w:rsid w:val="00B05BEA"/>
    <w:rsid w:val="00FE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A660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iPriority w:val="99"/>
    <w:semiHidden/>
    <w:unhideWhenUsed/>
    <w:rsid w:val="004B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B3F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iPriority w:val="99"/>
    <w:semiHidden/>
    <w:unhideWhenUsed/>
    <w:rsid w:val="004B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B3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4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portalies/Holding/KESHolding/law_support/lib/DocLib3/Forms/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AA86D0-D6AE-4D95-A66D-76914DB0335A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0C770FA-4EF2-4FD0-A984-1361F14F1A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2367DE-DC8C-4212-8E40-3A04FAE46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Федосова Антонина Владимировна</dc:creator>
  <cp:lastModifiedBy>Федосова Антонина Владимировна</cp:lastModifiedBy>
  <cp:revision>1</cp:revision>
  <dcterms:created xsi:type="dcterms:W3CDTF">2017-01-11T11:09:00Z</dcterms:created>
  <dcterms:modified xsi:type="dcterms:W3CDTF">2017-01-11T11:10:00Z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